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1BA" w:rsidRDefault="00B431BA" w:rsidP="00B431BA">
      <w:pPr>
        <w:rPr>
          <w:szCs w:val="32"/>
        </w:rPr>
      </w:pPr>
      <w:r w:rsidRPr="008273DD">
        <w:rPr>
          <w:szCs w:val="32"/>
        </w:rPr>
        <w:t>Name: ________________</w:t>
      </w:r>
      <w:r>
        <w:rPr>
          <w:szCs w:val="32"/>
        </w:rPr>
        <w:t>___________</w:t>
      </w:r>
      <w:bookmarkStart w:id="0" w:name="_GoBack"/>
      <w:bookmarkEnd w:id="0"/>
      <w:r>
        <w:rPr>
          <w:szCs w:val="32"/>
        </w:rPr>
        <w:t xml:space="preserve"> </w:t>
      </w:r>
      <w:r w:rsidRPr="008273DD">
        <w:rPr>
          <w:szCs w:val="32"/>
        </w:rPr>
        <w:t>Klasse: _________</w:t>
      </w:r>
    </w:p>
    <w:p w:rsidR="00B431BA" w:rsidRPr="008273DD" w:rsidRDefault="00B431BA" w:rsidP="00B431BA">
      <w:pPr>
        <w:rPr>
          <w:szCs w:val="32"/>
        </w:rPr>
      </w:pPr>
    </w:p>
    <w:p w:rsidR="00196210" w:rsidRPr="006F374D" w:rsidRDefault="00F22C36" w:rsidP="00196210">
      <w:pPr>
        <w:pStyle w:val="berschrift4"/>
      </w:pPr>
      <w:r w:rsidRPr="00F22C36">
        <w:rPr>
          <w:szCs w:val="32"/>
        </w:rPr>
        <w:t xml:space="preserve">Aufgabe </w:t>
      </w:r>
      <w:bookmarkStart w:id="1" w:name="_Hlk22206277"/>
      <w:r w:rsidR="002D3CA7">
        <w:rPr>
          <w:szCs w:val="32"/>
        </w:rPr>
        <w:t>4</w:t>
      </w:r>
    </w:p>
    <w:bookmarkEnd w:id="1"/>
    <w:p w:rsidR="00112C93" w:rsidRDefault="002D3CA7" w:rsidP="00163E10">
      <w:pPr>
        <w:rPr>
          <w:szCs w:val="32"/>
        </w:rPr>
      </w:pPr>
      <w:r>
        <w:t>Die Abbildung zeigt eine zusammengesetzte Figur, die aus einem Halbkreis und einem rechtwinkligen Dreieck besteht.</w:t>
      </w:r>
    </w:p>
    <w:p w:rsidR="00112C93" w:rsidRDefault="004834F9" w:rsidP="00163E10">
      <w:pPr>
        <w:rPr>
          <w:szCs w:val="32"/>
        </w:rPr>
      </w:pPr>
      <w:r w:rsidRPr="004834F9">
        <w:rPr>
          <w:noProof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275447CA" wp14:editId="6752D4B7">
                <wp:simplePos x="0" y="0"/>
                <wp:positionH relativeFrom="column">
                  <wp:posOffset>2933700</wp:posOffset>
                </wp:positionH>
                <wp:positionV relativeFrom="paragraph">
                  <wp:posOffset>276860</wp:posOffset>
                </wp:positionV>
                <wp:extent cx="2933700" cy="314325"/>
                <wp:effectExtent l="0" t="0" r="0" b="952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70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4F9" w:rsidRDefault="004834F9" w:rsidP="004834F9">
                            <w:r>
                              <w:t>(Skizze nicht maßstäblich)</w:t>
                            </w:r>
                          </w:p>
                          <w:p w:rsidR="004834F9" w:rsidRDefault="004834F9" w:rsidP="004834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5447C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1pt;margin-top:21.8pt;width:231pt;height:24.7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" stroked="f">
                <v:textbox>
                  <w:txbxContent>
                    <w:p w:rsidR="004834F9" w:rsidRDefault="004834F9" w:rsidP="004834F9">
                      <w:r>
                        <w:t>(Skizze nicht maßstäblich)</w:t>
                      </w:r>
                    </w:p>
                    <w:p w:rsidR="004834F9" w:rsidRDefault="004834F9" w:rsidP="004834F9"/>
                  </w:txbxContent>
                </v:textbox>
              </v:shape>
            </w:pict>
          </mc:Fallback>
        </mc:AlternateContent>
      </w:r>
    </w:p>
    <w:p w:rsidR="00163E10" w:rsidRDefault="00163E10" w:rsidP="00163E10">
      <w:pPr>
        <w:rPr>
          <w:szCs w:val="32"/>
        </w:rPr>
      </w:pPr>
    </w:p>
    <w:p w:rsidR="00163E10" w:rsidRDefault="002D3CA7" w:rsidP="00163E10">
      <w:pPr>
        <w:pStyle w:val="Liste"/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533718</wp:posOffset>
                </wp:positionV>
                <wp:extent cx="4656455" cy="5622925"/>
                <wp:effectExtent l="0" t="0" r="0" b="0"/>
                <wp:wrapNone/>
                <wp:docPr id="212" name="Gruppieren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6455" cy="5622925"/>
                          <a:chOff x="0" y="0"/>
                          <a:chExt cx="4656455" cy="5622925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6455" cy="562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211" name="Gruppieren 211"/>
                        <wpg:cNvGrpSpPr/>
                        <wpg:grpSpPr>
                          <a:xfrm>
                            <a:off x="542925" y="304800"/>
                            <a:ext cx="3457575" cy="4852987"/>
                            <a:chOff x="0" y="0"/>
                            <a:chExt cx="3457575" cy="4852987"/>
                          </a:xfrm>
                        </wpg:grpSpPr>
                        <wpg:grpSp>
                          <wpg:cNvPr id="207" name="Gruppieren 207"/>
                          <wpg:cNvGrpSpPr/>
                          <wpg:grpSpPr>
                            <a:xfrm>
                              <a:off x="0" y="0"/>
                              <a:ext cx="3090863" cy="4852987"/>
                              <a:chOff x="0" y="0"/>
                              <a:chExt cx="3090863" cy="4852987"/>
                            </a:xfrm>
                          </wpg:grpSpPr>
                          <wps:wsp>
                            <wps:cNvPr id="204" name="Freihandform 204"/>
                            <wps:cNvSpPr/>
                            <wps:spPr>
                              <a:xfrm>
                                <a:off x="4763" y="0"/>
                                <a:ext cx="3086100" cy="1547813"/>
                              </a:xfrm>
                              <a:custGeom>
                                <a:avLst/>
                                <a:gdLst>
                                  <a:gd name="connsiteX0" fmla="*/ 0 w 3086100"/>
                                  <a:gd name="connsiteY0" fmla="*/ 1543050 h 1547812"/>
                                  <a:gd name="connsiteX1" fmla="*/ 1476375 w 3086100"/>
                                  <a:gd name="connsiteY1" fmla="*/ 0 h 1547812"/>
                                  <a:gd name="connsiteX2" fmla="*/ 3086100 w 3086100"/>
                                  <a:gd name="connsiteY2" fmla="*/ 1547812 h 1547812"/>
                                  <a:gd name="connsiteX0" fmla="*/ 0 w 3086100"/>
                                  <a:gd name="connsiteY0" fmla="*/ 1543051 h 1547813"/>
                                  <a:gd name="connsiteX1" fmla="*/ 1476375 w 3086100"/>
                                  <a:gd name="connsiteY1" fmla="*/ 1 h 1547813"/>
                                  <a:gd name="connsiteX2" fmla="*/ 3086100 w 3086100"/>
                                  <a:gd name="connsiteY2" fmla="*/ 1547813 h 1547813"/>
                                  <a:gd name="connsiteX0" fmla="*/ 0 w 3086100"/>
                                  <a:gd name="connsiteY0" fmla="*/ 1543051 h 1547813"/>
                                  <a:gd name="connsiteX1" fmla="*/ 1476375 w 3086100"/>
                                  <a:gd name="connsiteY1" fmla="*/ 1 h 1547813"/>
                                  <a:gd name="connsiteX2" fmla="*/ 3086100 w 3086100"/>
                                  <a:gd name="connsiteY2" fmla="*/ 1547813 h 15478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086100" h="1547813">
                                    <a:moveTo>
                                      <a:pt x="0" y="1543051"/>
                                    </a:moveTo>
                                    <a:cubicBezTo>
                                      <a:pt x="57150" y="418632"/>
                                      <a:pt x="962025" y="-793"/>
                                      <a:pt x="1476375" y="1"/>
                                    </a:cubicBezTo>
                                    <a:cubicBezTo>
                                      <a:pt x="1990725" y="795"/>
                                      <a:pt x="3019424" y="278902"/>
                                      <a:pt x="3086100" y="1547813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5" name="Gerader Verbinder 205"/>
                            <wps:cNvCnPr/>
                            <wps:spPr>
                              <a:xfrm>
                                <a:off x="0" y="1552575"/>
                                <a:ext cx="3090863" cy="3300412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6" name="Gerader Verbinder 206"/>
                            <wps:cNvCnPr/>
                            <wps:spPr>
                              <a:xfrm flipH="1">
                                <a:off x="3081338" y="1533525"/>
                                <a:ext cx="9525" cy="330962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10" name="Gruppieren 210"/>
                          <wpg:cNvGrpSpPr/>
                          <wpg:grpSpPr>
                            <a:xfrm>
                              <a:off x="28575" y="1543050"/>
                              <a:ext cx="3429000" cy="4762"/>
                              <a:chOff x="0" y="0"/>
                              <a:chExt cx="3429000" cy="4762"/>
                            </a:xfrm>
                          </wpg:grpSpPr>
                          <wps:wsp>
                            <wps:cNvPr id="209" name="Gerader Verbinder 209"/>
                            <wps:cNvCnPr/>
                            <wps:spPr>
                              <a:xfrm>
                                <a:off x="4763" y="0"/>
                                <a:ext cx="3386137" cy="100"/>
                              </a:xfrm>
                              <a:prstGeom prst="line">
                                <a:avLst/>
                              </a:prstGeom>
                              <a:ln w="57150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08" name="Gerader Verbinder 208"/>
                            <wps:cNvCnPr/>
                            <wps:spPr>
                              <a:xfrm>
                                <a:off x="0" y="4762"/>
                                <a:ext cx="3429000" cy="0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rgbClr val="00B0F0"/>
                                </a:solidFill>
                                <a:prstDash val="sys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2D86818" id="Gruppieren 212" o:spid="_x0000_s1026" style="position:absolute;margin-left:28.15pt;margin-top:42.05pt;width:366.65pt;height:442.75pt;z-index:251667456" coordsize="46564,562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VO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46564;height:562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">
                  <v:imagedata r:id="rId6" o:title=""/>
                  <v:path arrowok="t"/>
                </v:shape>
                <v:group id="Gruppieren 211" o:spid="_x0000_s1028" style="position:absolute;left:5429;top:3048;width:34576;height:48529" coordsize="34575,4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group id="Gruppieren 207" o:spid="_x0000_s1029" style="position:absolute;width:30908;height:48529" coordsize="30908,48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    <v:shape id="Freihandform 204" o:spid="_x0000_s1030" style="position:absolute;left:47;width:30861;height:15478;visibility:visible;mso-wrap-style:square;v-text-anchor:middle" coordsize="3086100,1547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" path="m,1543051c57150,418632,962025,-793,1476375,1v514350,794,1543049,278901,1609725,1547812e" filled="f" strokecolor="red" strokeweight="3pt">
                      <v:path arrowok="t" o:connecttype="custom" o:connectlocs="0,1543051;1476375,1;3086100,1547813" o:connectangles="0,0,0"/>
                    </v:shape>
                    <v:line id="Gerader Verbinder 205" o:spid="_x0000_s1031" style="position:absolute;visibility:visible;mso-wrap-style:square" from="0,15525" to="30908,485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" strokecolor="red" strokeweight="3pt"/>
                    <v:line id="Gerader Verbinder 206" o:spid="_x0000_s1032" style="position:absolute;flip:x;visibility:visible;mso-wrap-style:square" from="30813,15335" to="30908,484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" strokecolor="red" strokeweight="3pt"/>
                  </v:group>
                  <v:group id="Gruppieren 210" o:spid="_x0000_s1033" style="position:absolute;left:285;top:15430;width:34290;height:48" coordsize="34290,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  <v:line id="Gerader Verbinder 209" o:spid="_x0000_s1034" style="position:absolute;visibility:visible;mso-wrap-style:square" from="47,0" to="33909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" strokecolor="white [3212]" strokeweight="4.5pt"/>
                    <v:line id="Gerader Verbinder 208" o:spid="_x0000_s1035" style="position:absolute;visibility:visible;mso-wrap-style:square" from="0,47" to="34290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" strokecolor="#00b0f0" strokeweight="3pt">
                      <v:stroke dashstyle="3 1"/>
                    </v:line>
                  </v:group>
                </v:group>
              </v:group>
            </w:pict>
          </mc:Fallback>
        </mc:AlternateContent>
      </w:r>
    </w:p>
    <w:sectPr w:rsidR="00163E10" w:rsidSect="006B42AE">
      <w:pgSz w:w="11906" w:h="16838"/>
      <w:pgMar w:top="1417" w:right="1417" w:bottom="1134" w:left="1417" w:header="708" w:footer="708" w:gutter="0"/>
      <w:cols w:space="708"/>
      <w:docGrid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0A6"/>
    <w:rsid w:val="0008238B"/>
    <w:rsid w:val="000D60A6"/>
    <w:rsid w:val="00112C93"/>
    <w:rsid w:val="00163E10"/>
    <w:rsid w:val="00196210"/>
    <w:rsid w:val="00232126"/>
    <w:rsid w:val="002338F3"/>
    <w:rsid w:val="00237BC9"/>
    <w:rsid w:val="00245ABB"/>
    <w:rsid w:val="002D3CA7"/>
    <w:rsid w:val="00310E80"/>
    <w:rsid w:val="003B450E"/>
    <w:rsid w:val="003C0ECC"/>
    <w:rsid w:val="004834F9"/>
    <w:rsid w:val="004B595C"/>
    <w:rsid w:val="00514176"/>
    <w:rsid w:val="0058790B"/>
    <w:rsid w:val="00667AD1"/>
    <w:rsid w:val="006B42AE"/>
    <w:rsid w:val="006C2C59"/>
    <w:rsid w:val="007F64DE"/>
    <w:rsid w:val="008628DE"/>
    <w:rsid w:val="008F32B4"/>
    <w:rsid w:val="008F63FB"/>
    <w:rsid w:val="009176D4"/>
    <w:rsid w:val="009E5CE2"/>
    <w:rsid w:val="009E6FA1"/>
    <w:rsid w:val="00A0791F"/>
    <w:rsid w:val="00A27E56"/>
    <w:rsid w:val="00A57D50"/>
    <w:rsid w:val="00AC1927"/>
    <w:rsid w:val="00B17B36"/>
    <w:rsid w:val="00B2713D"/>
    <w:rsid w:val="00B42B92"/>
    <w:rsid w:val="00B431BA"/>
    <w:rsid w:val="00B55E44"/>
    <w:rsid w:val="00BA0894"/>
    <w:rsid w:val="00BD619D"/>
    <w:rsid w:val="00BF5D39"/>
    <w:rsid w:val="00C11AFC"/>
    <w:rsid w:val="00C70A48"/>
    <w:rsid w:val="00CE6518"/>
    <w:rsid w:val="00D05412"/>
    <w:rsid w:val="00D36975"/>
    <w:rsid w:val="00D41991"/>
    <w:rsid w:val="00D52A76"/>
    <w:rsid w:val="00D67220"/>
    <w:rsid w:val="00E00B20"/>
    <w:rsid w:val="00E325F8"/>
    <w:rsid w:val="00E67B7D"/>
    <w:rsid w:val="00E96256"/>
    <w:rsid w:val="00EF587A"/>
    <w:rsid w:val="00F22C36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F010"/>
  <w15:docId w15:val="{52731D87-E958-499B-993D-73FBF757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7BC9"/>
    <w:pPr>
      <w:spacing w:after="120"/>
    </w:pPr>
    <w:rPr>
      <w:rFonts w:ascii="Arial" w:hAnsi="Arial"/>
      <w:sz w:val="3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F5D39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F5D39"/>
    <w:rPr>
      <w:rFonts w:ascii="Arial" w:eastAsia="Calibri" w:hAnsi="Arial" w:cs="Arial"/>
      <w:b/>
      <w:bCs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829DE-A061-40C4-BC13-FAEA10349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</Pages>
  <Words>25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5</cp:revision>
  <dcterms:created xsi:type="dcterms:W3CDTF">2022-04-11T06:42:00Z</dcterms:created>
  <dcterms:modified xsi:type="dcterms:W3CDTF">2022-04-11T11:47:00Z</dcterms:modified>
</cp:coreProperties>
</file>